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4B" w:rsidRPr="003D5019" w:rsidRDefault="00CB4F4B" w:rsidP="004C257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Spanish II</w:t>
      </w:r>
    </w:p>
    <w:p w:rsidR="00CB4F4B" w:rsidRPr="003D5019" w:rsidRDefault="00CB4F4B" w:rsidP="004C257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Mrs. Judge</w:t>
      </w:r>
    </w:p>
    <w:p w:rsidR="00CB4F4B" w:rsidRPr="003D5019" w:rsidRDefault="00CB4F4B" w:rsidP="004C2571">
      <w:pPr>
        <w:spacing w:after="0"/>
        <w:rPr>
          <w:rFonts w:ascii="Times New Roman" w:hAnsi="Times New Roman" w:cs="Times New Roman"/>
          <w:b/>
          <w:bCs/>
        </w:rPr>
      </w:pPr>
      <w:r w:rsidRPr="003D5019">
        <w:rPr>
          <w:rFonts w:ascii="Times New Roman" w:hAnsi="Times New Roman" w:cs="Times New Roman"/>
          <w:b/>
          <w:bCs/>
        </w:rPr>
        <w:t>Glogster Project</w:t>
      </w:r>
    </w:p>
    <w:p w:rsidR="00CB4F4B" w:rsidRPr="004C2571" w:rsidRDefault="00CB4F4B" w:rsidP="004C2571">
      <w:pPr>
        <w:spacing w:after="0"/>
        <w:rPr>
          <w:rFonts w:ascii="Times New Roman" w:hAnsi="Times New Roman" w:cs="Times New Roman"/>
        </w:rPr>
      </w:pPr>
    </w:p>
    <w:p w:rsidR="00CB4F4B" w:rsidRPr="004C2571" w:rsidRDefault="00CB4F4B">
      <w:pPr>
        <w:rPr>
          <w:rFonts w:ascii="Times New Roman" w:hAnsi="Times New Roman" w:cs="Times New Roman"/>
        </w:rPr>
      </w:pPr>
      <w:r w:rsidRPr="004C2571">
        <w:rPr>
          <w:rFonts w:ascii="Times New Roman" w:hAnsi="Times New Roman" w:cs="Times New Roman"/>
        </w:rPr>
        <w:t>Dear Parent/Guardian,</w:t>
      </w:r>
    </w:p>
    <w:p w:rsidR="00CB4F4B" w:rsidRDefault="00CB4F4B" w:rsidP="004C2571">
      <w:pPr>
        <w:ind w:firstLine="720"/>
        <w:rPr>
          <w:rFonts w:ascii="Times New Roman" w:hAnsi="Times New Roman" w:cs="Times New Roman"/>
        </w:rPr>
      </w:pPr>
      <w:r w:rsidRPr="004C2571">
        <w:rPr>
          <w:rFonts w:ascii="Times New Roman" w:hAnsi="Times New Roman" w:cs="Times New Roman"/>
        </w:rPr>
        <w:t xml:space="preserve">Your child will be using a free online program called “Glogster” to create a project for this class.  I have set up accounts for </w:t>
      </w:r>
      <w:r>
        <w:rPr>
          <w:rFonts w:ascii="Times New Roman" w:hAnsi="Times New Roman" w:cs="Times New Roman"/>
        </w:rPr>
        <w:t>the students</w:t>
      </w:r>
      <w:r w:rsidRPr="004C2571">
        <w:rPr>
          <w:rFonts w:ascii="Times New Roman" w:hAnsi="Times New Roman" w:cs="Times New Roman"/>
        </w:rPr>
        <w:t xml:space="preserve"> myself, and I have complete access to these accounts in the event that there is a problem.  However, once your student leaves this class at the end of the semester, the accounts will be wiped out, and all of their work will be lost.  </w:t>
      </w:r>
      <w:r>
        <w:rPr>
          <w:rFonts w:ascii="Times New Roman" w:hAnsi="Times New Roman" w:cs="Times New Roman"/>
        </w:rPr>
        <w:t>Due to this reason, many</w:t>
      </w:r>
      <w:r w:rsidRPr="004C2571">
        <w:rPr>
          <w:rFonts w:ascii="Times New Roman" w:hAnsi="Times New Roman" w:cs="Times New Roman"/>
        </w:rPr>
        <w:t xml:space="preserve"> students like to have their own Glogster accounts so that they can save all of their creations and continue to use the program throughout the school year and coming years. </w:t>
      </w:r>
    </w:p>
    <w:p w:rsidR="00CB4F4B" w:rsidRPr="004C2571" w:rsidRDefault="00CB4F4B" w:rsidP="004C2571">
      <w:pPr>
        <w:ind w:firstLine="720"/>
        <w:rPr>
          <w:rFonts w:ascii="Times New Roman" w:hAnsi="Times New Roman" w:cs="Times New Roman"/>
        </w:rPr>
      </w:pPr>
      <w:r w:rsidRPr="004C2571">
        <w:rPr>
          <w:rFonts w:ascii="Times New Roman" w:hAnsi="Times New Roman" w:cs="Times New Roman"/>
        </w:rPr>
        <w:t xml:space="preserve"> If your student plans to use his/her own Glogster account, I need this form filled out by you and returned by your student TOMORROW.  </w:t>
      </w:r>
      <w:r>
        <w:rPr>
          <w:rFonts w:ascii="Times New Roman" w:hAnsi="Times New Roman" w:cs="Times New Roman"/>
        </w:rPr>
        <w:t xml:space="preserve">Your student will also need to create this account using his/her home computer (access </w:t>
      </w:r>
      <w:hyperlink r:id="rId4" w:history="1">
        <w:r w:rsidRPr="00E251AA">
          <w:rPr>
            <w:rStyle w:val="Hyperlink"/>
            <w:rFonts w:ascii="Times New Roman" w:hAnsi="Times New Roman" w:cs="Times New Roman"/>
          </w:rPr>
          <w:t>www.glogster.com</w:t>
        </w:r>
      </w:hyperlink>
      <w:r>
        <w:rPr>
          <w:rFonts w:ascii="Times New Roman" w:hAnsi="Times New Roman" w:cs="Times New Roman"/>
        </w:rPr>
        <w:t xml:space="preserve"> ).  Creating an account requires an email address, and if your student tries to create the account at the school, he/she will not be able to access the email to confirm the registration with Glogster; therefore, the account MUST be created at home.  </w:t>
      </w:r>
      <w:r w:rsidRPr="004C2571">
        <w:rPr>
          <w:rFonts w:ascii="Times New Roman" w:hAnsi="Times New Roman" w:cs="Times New Roman"/>
        </w:rPr>
        <w:t xml:space="preserve">Otherwise, I will make it mandatory that he/she use one of my pre-set accounts for the semester.  If you have any questions, please don’t hesitate to contact me. </w:t>
      </w:r>
      <w:r>
        <w:rPr>
          <w:rFonts w:ascii="Times New Roman" w:hAnsi="Times New Roman" w:cs="Times New Roman"/>
        </w:rPr>
        <w:t xml:space="preserve">  </w:t>
      </w:r>
      <w:r w:rsidRPr="004C2571">
        <w:rPr>
          <w:rFonts w:ascii="Times New Roman" w:hAnsi="Times New Roman" w:cs="Times New Roman"/>
        </w:rPr>
        <w:t xml:space="preserve">Please remember that this is not required, as I </w:t>
      </w:r>
      <w:r>
        <w:rPr>
          <w:rFonts w:ascii="Times New Roman" w:hAnsi="Times New Roman" w:cs="Times New Roman"/>
        </w:rPr>
        <w:t xml:space="preserve">already </w:t>
      </w:r>
      <w:r w:rsidRPr="004C2571">
        <w:rPr>
          <w:rFonts w:ascii="Times New Roman" w:hAnsi="Times New Roman" w:cs="Times New Roman"/>
        </w:rPr>
        <w:t>have accounts set up for them to use.</w:t>
      </w:r>
      <w:r>
        <w:rPr>
          <w:rFonts w:ascii="Times New Roman" w:hAnsi="Times New Roman" w:cs="Times New Roman"/>
        </w:rPr>
        <w:t xml:space="preserve">  Please also keep in mind that if your student creates his/her own account, I will NOT have access to it.</w:t>
      </w:r>
    </w:p>
    <w:p w:rsidR="00CB4F4B" w:rsidRPr="004C2571" w:rsidRDefault="00CB4F4B">
      <w:pPr>
        <w:rPr>
          <w:rFonts w:ascii="Times New Roman" w:hAnsi="Times New Roman" w:cs="Times New Roman"/>
        </w:rPr>
      </w:pPr>
      <w:r w:rsidRPr="004C2571">
        <w:rPr>
          <w:rFonts w:ascii="Times New Roman" w:hAnsi="Times New Roman" w:cs="Times New Roman"/>
        </w:rPr>
        <w:t>Thank you,</w:t>
      </w:r>
    </w:p>
    <w:p w:rsidR="00CB4F4B" w:rsidRDefault="00CB4F4B">
      <w:pPr>
        <w:rPr>
          <w:rFonts w:ascii="Times New Roman" w:hAnsi="Times New Roman" w:cs="Times New Roman"/>
        </w:rPr>
      </w:pPr>
      <w:r w:rsidRPr="004C2571">
        <w:rPr>
          <w:rFonts w:ascii="Times New Roman" w:hAnsi="Times New Roman" w:cs="Times New Roman"/>
        </w:rPr>
        <w:t xml:space="preserve">Mrs. </w:t>
      </w:r>
      <w:r>
        <w:rPr>
          <w:rFonts w:ascii="Times New Roman" w:hAnsi="Times New Roman" w:cs="Times New Roman"/>
        </w:rPr>
        <w:t>Judge</w:t>
      </w:r>
    </w:p>
    <w:p w:rsidR="00CB4F4B" w:rsidRDefault="00CB4F4B">
      <w:pPr>
        <w:pBdr>
          <w:bottom w:val="dotted" w:sz="24" w:space="1" w:color="auto"/>
        </w:pBdr>
        <w:rPr>
          <w:rFonts w:ascii="Times New Roman" w:hAnsi="Times New Roman" w:cs="Times New Roman"/>
        </w:rPr>
      </w:pPr>
    </w:p>
    <w:p w:rsidR="00CB4F4B" w:rsidRDefault="00CB4F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(please check one)</w:t>
      </w:r>
    </w:p>
    <w:p w:rsidR="00CB4F4B" w:rsidRDefault="00CB4F4B" w:rsidP="004C2571">
      <w:pPr>
        <w:spacing w:line="360" w:lineRule="auto"/>
        <w:rPr>
          <w:rFonts w:ascii="Times New Roman" w:hAnsi="Times New Roman" w:cs="Times New Roman"/>
        </w:rPr>
      </w:pPr>
      <w:r>
        <w:rPr>
          <w:noProof/>
          <w:lang w:eastAsia="zh-CN"/>
        </w:rPr>
        <w:pict>
          <v:rect id="_x0000_s1026" style="position:absolute;margin-left:-27pt;margin-top:-.1pt;width:18pt;height:18pt;z-index:251658240" strokeweight="2.5pt"/>
        </w:pict>
      </w:r>
      <w:r>
        <w:rPr>
          <w:noProof/>
          <w:lang w:eastAsia="zh-CN"/>
        </w:rPr>
        <w:pict>
          <v:rect id="_x0000_s1027" style="position:absolute;margin-left:-27pt;margin-top:62.9pt;width:18pt;height:18pt;z-index:251659264" strokeweight="2.25pt"/>
        </w:pict>
      </w:r>
      <w:r>
        <w:rPr>
          <w:rFonts w:ascii="Times New Roman" w:hAnsi="Times New Roman" w:cs="Times New Roman"/>
        </w:rPr>
        <w:t xml:space="preserve">I, ___________________________, give permission to my student, ________________________, to create his/her own Glogster account.  I understand that Mrs. Judge will have no way to monitor this account while my student is working on it during class.  </w:t>
      </w:r>
    </w:p>
    <w:p w:rsidR="00CB4F4B" w:rsidRDefault="00CB4F4B" w:rsidP="004C257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___________________________, do not give permission to my student, _____________________, to create his/her own Glogster account.  He/She will use a student account provided by Mrs. Judge.</w:t>
      </w:r>
    </w:p>
    <w:p w:rsidR="00CB4F4B" w:rsidRDefault="00CB4F4B">
      <w:pPr>
        <w:rPr>
          <w:rFonts w:ascii="Times New Roman" w:hAnsi="Times New Roman" w:cs="Times New Roman"/>
        </w:rPr>
      </w:pPr>
    </w:p>
    <w:p w:rsidR="00CB4F4B" w:rsidRDefault="00CB4F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</w:t>
      </w:r>
    </w:p>
    <w:p w:rsidR="00CB4F4B" w:rsidRDefault="00CB4F4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 xml:space="preserve">           Signature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  </w:t>
      </w:r>
      <w:r w:rsidRPr="004C2571">
        <w:rPr>
          <w:rFonts w:ascii="Times New Roman" w:hAnsi="Times New Roman" w:cs="Times New Roman"/>
          <w:b/>
          <w:bCs/>
        </w:rPr>
        <w:t>Date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Contact #</w:t>
      </w:r>
    </w:p>
    <w:p w:rsidR="00CB4F4B" w:rsidRPr="004C2571" w:rsidRDefault="00CB4F4B">
      <w:pPr>
        <w:rPr>
          <w:rFonts w:ascii="Times New Roman" w:hAnsi="Times New Roman" w:cs="Times New Roman"/>
          <w:b/>
          <w:bCs/>
        </w:rPr>
      </w:pPr>
    </w:p>
    <w:sectPr w:rsidR="00CB4F4B" w:rsidRPr="004C2571" w:rsidSect="00383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571"/>
    <w:rsid w:val="002857CA"/>
    <w:rsid w:val="00383036"/>
    <w:rsid w:val="003D5019"/>
    <w:rsid w:val="004C2571"/>
    <w:rsid w:val="00B01506"/>
    <w:rsid w:val="00B37681"/>
    <w:rsid w:val="00C272AC"/>
    <w:rsid w:val="00CB4F4B"/>
    <w:rsid w:val="00D9542E"/>
    <w:rsid w:val="00E2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03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C25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logst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320</Words>
  <Characters>1828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Spanish II</dc:title>
  <dc:subject/>
  <dc:creator>tybear</dc:creator>
  <cp:keywords/>
  <dc:description/>
  <cp:lastModifiedBy>Lake Lehman School District</cp:lastModifiedBy>
  <cp:revision>2</cp:revision>
  <cp:lastPrinted>2010-10-11T18:09:00Z</cp:lastPrinted>
  <dcterms:created xsi:type="dcterms:W3CDTF">2010-10-11T18:10:00Z</dcterms:created>
  <dcterms:modified xsi:type="dcterms:W3CDTF">2010-10-11T18:10:00Z</dcterms:modified>
</cp:coreProperties>
</file>